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1AC6" w:rsidRPr="00EC4C71" w:rsidRDefault="00631AC6" w:rsidP="00206A02">
      <w:pPr>
        <w:tabs>
          <w:tab w:val="left" w:pos="2955"/>
          <w:tab w:val="right" w:pos="9639"/>
        </w:tabs>
        <w:ind w:right="283"/>
        <w:jc w:val="center"/>
        <w:rPr>
          <w:rFonts w:ascii="Times New Roman" w:hAnsi="Times New Roman"/>
          <w:b/>
          <w:color w:val="28312F"/>
        </w:rPr>
      </w:pPr>
      <w:r w:rsidRPr="00EC4C71">
        <w:rPr>
          <w:rFonts w:ascii="Times New Roman" w:hAnsi="Times New Roman"/>
          <w:b/>
          <w:color w:val="28312F"/>
        </w:rPr>
        <w:t xml:space="preserve">DECRETO DEL DIRETTORE n° </w:t>
      </w:r>
      <w:r>
        <w:rPr>
          <w:rFonts w:ascii="Times New Roman" w:hAnsi="Times New Roman"/>
          <w:b/>
          <w:color w:val="28312F"/>
        </w:rPr>
        <w:t>43</w:t>
      </w:r>
      <w:r w:rsidRPr="00EC4C71">
        <w:rPr>
          <w:rFonts w:ascii="Times New Roman" w:hAnsi="Times New Roman"/>
          <w:b/>
          <w:color w:val="28312F"/>
        </w:rPr>
        <w:t xml:space="preserve"> del </w:t>
      </w:r>
      <w:r>
        <w:rPr>
          <w:rFonts w:ascii="Times New Roman" w:hAnsi="Times New Roman"/>
          <w:b/>
          <w:color w:val="28312F"/>
        </w:rPr>
        <w:t>16</w:t>
      </w:r>
      <w:r w:rsidRPr="00EC4C71">
        <w:rPr>
          <w:rFonts w:ascii="Times New Roman" w:hAnsi="Times New Roman"/>
          <w:b/>
          <w:color w:val="28312F"/>
        </w:rPr>
        <w:t>/0</w:t>
      </w:r>
      <w:r>
        <w:rPr>
          <w:rFonts w:ascii="Times New Roman" w:hAnsi="Times New Roman"/>
          <w:b/>
          <w:color w:val="28312F"/>
        </w:rPr>
        <w:t>7</w:t>
      </w:r>
      <w:r w:rsidRPr="00EC4C71">
        <w:rPr>
          <w:rFonts w:ascii="Times New Roman" w:hAnsi="Times New Roman"/>
          <w:b/>
          <w:color w:val="28312F"/>
        </w:rPr>
        <w:t>/2018</w:t>
      </w:r>
    </w:p>
    <w:p w:rsidR="00631AC6" w:rsidRPr="00EC4C71" w:rsidRDefault="00631AC6" w:rsidP="00C77307">
      <w:pPr>
        <w:spacing w:after="0"/>
        <w:ind w:left="1701" w:right="141" w:hanging="1701"/>
        <w:jc w:val="both"/>
        <w:rPr>
          <w:rFonts w:ascii="Times New Roman" w:hAnsi="Times New Roman"/>
          <w:b/>
          <w:kern w:val="18"/>
          <w:lang w:eastAsia="it-IT"/>
        </w:rPr>
      </w:pPr>
      <w:r w:rsidRPr="00EC4C71">
        <w:rPr>
          <w:rFonts w:ascii="Times New Roman" w:hAnsi="Times New Roman"/>
          <w:b/>
          <w:kern w:val="18"/>
          <w:lang w:eastAsia="it-IT"/>
        </w:rPr>
        <w:t>OGGETTO</w:t>
      </w:r>
      <w:r w:rsidRPr="00EC4C71">
        <w:rPr>
          <w:rFonts w:ascii="Times New Roman" w:hAnsi="Times New Roman"/>
          <w:kern w:val="18"/>
          <w:lang w:eastAsia="it-IT"/>
        </w:rPr>
        <w:t>:</w:t>
      </w:r>
      <w:r w:rsidRPr="00EC4C71">
        <w:rPr>
          <w:rFonts w:ascii="Times New Roman" w:hAnsi="Times New Roman"/>
          <w:b/>
          <w:kern w:val="18"/>
          <w:lang w:eastAsia="it-IT"/>
        </w:rPr>
        <w:t xml:space="preserve"> </w:t>
      </w:r>
      <w:r w:rsidRPr="00EC4C71">
        <w:rPr>
          <w:rFonts w:ascii="Times New Roman" w:hAnsi="Times New Roman"/>
          <w:b/>
          <w:kern w:val="18"/>
          <w:lang w:eastAsia="it-IT"/>
        </w:rPr>
        <w:tab/>
        <w:t>determina a contrarre e avvio procedura per l</w:t>
      </w:r>
      <w:r>
        <w:rPr>
          <w:rFonts w:ascii="Times New Roman" w:hAnsi="Times New Roman"/>
          <w:b/>
          <w:kern w:val="18"/>
          <w:lang w:eastAsia="it-IT"/>
        </w:rPr>
        <w:t>’</w:t>
      </w:r>
      <w:r w:rsidRPr="00EC4C71">
        <w:rPr>
          <w:rFonts w:ascii="Times New Roman" w:hAnsi="Times New Roman"/>
          <w:b/>
          <w:kern w:val="18"/>
          <w:lang w:eastAsia="it-IT"/>
        </w:rPr>
        <w:t xml:space="preserve">affidamento di forniture e servizi, ai sensi del D.Lgs. n. 50/2016. Nomina del Responsabile del Procedimento (art.31 comma 1 D.Lgs. n. 50/2016) - </w:t>
      </w:r>
      <w:r w:rsidRPr="005E64DC">
        <w:rPr>
          <w:rFonts w:ascii="Times New Roman" w:hAnsi="Times New Roman"/>
          <w:b/>
          <w:kern w:val="18"/>
          <w:sz w:val="24"/>
          <w:szCs w:val="24"/>
          <w:lang w:eastAsia="it-IT"/>
        </w:rPr>
        <w:t xml:space="preserve">CIG </w:t>
      </w:r>
      <w:r w:rsidRPr="005E64DC">
        <w:rPr>
          <w:rStyle w:val="Strong"/>
          <w:rFonts w:ascii="Times New Roman" w:hAnsi="Times New Roman"/>
          <w:sz w:val="24"/>
          <w:szCs w:val="24"/>
        </w:rPr>
        <w:t>Z092460E39</w:t>
      </w:r>
    </w:p>
    <w:p w:rsidR="00631AC6" w:rsidRPr="00EC4C71" w:rsidRDefault="00631AC6" w:rsidP="00CB5B8D">
      <w:pPr>
        <w:spacing w:after="0"/>
        <w:ind w:left="1701" w:right="-1" w:hanging="1701"/>
        <w:jc w:val="both"/>
        <w:rPr>
          <w:rFonts w:ascii="Times New Roman" w:hAnsi="Times New Roman"/>
          <w:b/>
          <w:kern w:val="18"/>
          <w:lang w:eastAsia="it-IT"/>
        </w:rPr>
      </w:pPr>
    </w:p>
    <w:p w:rsidR="00631AC6" w:rsidRPr="00EC4C71" w:rsidRDefault="00631AC6" w:rsidP="00CB5B8D">
      <w:pPr>
        <w:tabs>
          <w:tab w:val="left" w:pos="9639"/>
        </w:tabs>
        <w:spacing w:after="0"/>
        <w:ind w:left="1701" w:right="283" w:hanging="1701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VISTA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la Legge n.241 del 7 agosto 1990 e s</w:t>
      </w:r>
      <w:r>
        <w:rPr>
          <w:rFonts w:ascii="Times New Roman" w:hAnsi="Times New Roman"/>
          <w:kern w:val="18"/>
          <w:lang w:eastAsia="it-IT"/>
        </w:rPr>
        <w:t>s</w:t>
      </w:r>
      <w:r w:rsidRPr="00EC4C71">
        <w:rPr>
          <w:rFonts w:ascii="Times New Roman" w:hAnsi="Times New Roman"/>
          <w:kern w:val="18"/>
          <w:lang w:eastAsia="it-IT"/>
        </w:rPr>
        <w:t>.m</w:t>
      </w:r>
      <w:r>
        <w:rPr>
          <w:rFonts w:ascii="Times New Roman" w:hAnsi="Times New Roman"/>
          <w:kern w:val="18"/>
          <w:lang w:eastAsia="it-IT"/>
        </w:rPr>
        <w:t>m</w:t>
      </w:r>
      <w:r w:rsidRPr="00EC4C71">
        <w:rPr>
          <w:rFonts w:ascii="Times New Roman" w:hAnsi="Times New Roman"/>
          <w:kern w:val="18"/>
          <w:lang w:eastAsia="it-IT"/>
        </w:rPr>
        <w:t>.</w:t>
      </w:r>
      <w:r>
        <w:rPr>
          <w:rFonts w:ascii="Times New Roman" w:hAnsi="Times New Roman"/>
          <w:kern w:val="18"/>
          <w:lang w:eastAsia="it-IT"/>
        </w:rPr>
        <w:t>m</w:t>
      </w:r>
      <w:r w:rsidRPr="00EC4C71">
        <w:rPr>
          <w:rFonts w:ascii="Times New Roman" w:hAnsi="Times New Roman"/>
          <w:kern w:val="18"/>
          <w:lang w:eastAsia="it-IT"/>
        </w:rPr>
        <w:t>i. e</w:t>
      </w:r>
      <w:r>
        <w:rPr>
          <w:rFonts w:ascii="Times New Roman" w:hAnsi="Times New Roman"/>
          <w:kern w:val="18"/>
          <w:lang w:eastAsia="it-IT"/>
        </w:rPr>
        <w:t xml:space="preserve">, </w:t>
      </w:r>
      <w:r w:rsidRPr="00EC4C71">
        <w:rPr>
          <w:rFonts w:ascii="Times New Roman" w:hAnsi="Times New Roman"/>
          <w:kern w:val="18"/>
          <w:lang w:eastAsia="it-IT"/>
        </w:rPr>
        <w:t>in particolare</w:t>
      </w:r>
      <w:r>
        <w:rPr>
          <w:rFonts w:ascii="Times New Roman" w:hAnsi="Times New Roman"/>
          <w:kern w:val="18"/>
          <w:lang w:eastAsia="it-IT"/>
        </w:rPr>
        <w:t>,</w:t>
      </w:r>
      <w:r w:rsidRPr="00EC4C71">
        <w:rPr>
          <w:rFonts w:ascii="Times New Roman" w:hAnsi="Times New Roman"/>
          <w:kern w:val="18"/>
          <w:lang w:eastAsia="it-IT"/>
        </w:rPr>
        <w:t xml:space="preserve"> gli artt.5 e 6;</w:t>
      </w:r>
    </w:p>
    <w:p w:rsidR="00631AC6" w:rsidRPr="00EC4C71" w:rsidRDefault="00631AC6" w:rsidP="00CB5B8D">
      <w:pPr>
        <w:spacing w:after="0"/>
        <w:ind w:left="1701" w:right="283" w:hanging="1701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VISTO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il Regolamento di Ateneo per 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Amministrazione, la Finanza e la Contabilità della Federico II emanato con D.R. N.2138 del 16/06/2015 e ss.mm.ii.;</w:t>
      </w:r>
    </w:p>
    <w:p w:rsidR="00631AC6" w:rsidRPr="00EC4C71" w:rsidRDefault="00631AC6" w:rsidP="00CB5B8D">
      <w:pPr>
        <w:tabs>
          <w:tab w:val="left" w:pos="9639"/>
        </w:tabs>
        <w:spacing w:after="0"/>
        <w:ind w:left="1701" w:right="283" w:hanging="1701"/>
        <w:jc w:val="both"/>
        <w:rPr>
          <w:rFonts w:ascii="Times New Roman" w:hAnsi="Times New Roman"/>
          <w:b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VISTO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il vigente statuto dell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Ateneo;</w:t>
      </w:r>
      <w:bookmarkStart w:id="0" w:name="_GoBack"/>
      <w:bookmarkEnd w:id="0"/>
    </w:p>
    <w:p w:rsidR="00631AC6" w:rsidRPr="00EC4C71" w:rsidRDefault="00631AC6" w:rsidP="00CB5B8D">
      <w:pPr>
        <w:tabs>
          <w:tab w:val="left" w:pos="9498"/>
          <w:tab w:val="left" w:pos="9639"/>
        </w:tabs>
        <w:spacing w:after="0"/>
        <w:ind w:left="1701" w:right="283" w:hanging="1701"/>
        <w:jc w:val="both"/>
        <w:rPr>
          <w:rFonts w:ascii="Times New Roman" w:hAnsi="Times New Roman"/>
          <w:b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VISTO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il D.Lgs. n. 50/2016 “Codice dei contratti pubblici di lavori e forniture” e in particolare</w:t>
      </w:r>
      <w:r>
        <w:rPr>
          <w:rFonts w:ascii="Times New Roman" w:hAnsi="Times New Roman"/>
          <w:kern w:val="18"/>
          <w:lang w:eastAsia="it-IT"/>
        </w:rPr>
        <w:t xml:space="preserve"> </w:t>
      </w:r>
      <w:r w:rsidRPr="00EC4C71">
        <w:rPr>
          <w:rFonts w:ascii="Times New Roman" w:hAnsi="Times New Roman"/>
          <w:kern w:val="18"/>
          <w:lang w:eastAsia="it-IT"/>
        </w:rPr>
        <w:t>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art.36 (CONTRATTI SOTTO SOGLIA) e 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art.31 comma I (nomina RUP);</w:t>
      </w:r>
      <w:r w:rsidRPr="00EC4C71">
        <w:rPr>
          <w:rFonts w:ascii="Times New Roman" w:hAnsi="Times New Roman"/>
          <w:b/>
          <w:kern w:val="18"/>
          <w:lang w:eastAsia="it-IT"/>
        </w:rPr>
        <w:t xml:space="preserve"> </w:t>
      </w:r>
    </w:p>
    <w:p w:rsidR="00631AC6" w:rsidRPr="00EC4C71" w:rsidRDefault="00631AC6" w:rsidP="00CB5B8D">
      <w:pPr>
        <w:tabs>
          <w:tab w:val="left" w:pos="9639"/>
        </w:tabs>
        <w:spacing w:after="0"/>
        <w:ind w:left="1701" w:right="283" w:hanging="1701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 xml:space="preserve">VISTO </w:t>
      </w:r>
      <w:r w:rsidRPr="00EC4C71">
        <w:rPr>
          <w:rFonts w:ascii="Times New Roman" w:hAnsi="Times New Roman"/>
          <w:kern w:val="18"/>
          <w:lang w:eastAsia="it-IT"/>
        </w:rPr>
        <w:tab/>
        <w:t>che non sono presenti convenzioni Consip attive avente ad oggetto beni comparabili con quelli oggetto della presente determinazione a contrarre;</w:t>
      </w:r>
    </w:p>
    <w:p w:rsidR="00631AC6" w:rsidRPr="00EC4C71" w:rsidRDefault="00631AC6" w:rsidP="00CB5B8D">
      <w:pPr>
        <w:tabs>
          <w:tab w:val="left" w:pos="9498"/>
        </w:tabs>
        <w:spacing w:after="0"/>
        <w:ind w:left="1701" w:right="283" w:hanging="1701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CONSIDERATO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>che la scelta del contraente può essere effettuata utilizzando il criterio del minor prezzo ai sensi dell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art.95, comma 4, del D.Lgs. n. 50/2016;</w:t>
      </w:r>
      <w:r w:rsidRPr="00EC4C71">
        <w:rPr>
          <w:rFonts w:ascii="Times New Roman" w:hAnsi="Times New Roman"/>
          <w:b/>
          <w:kern w:val="18"/>
          <w:lang w:eastAsia="it-IT"/>
        </w:rPr>
        <w:tab/>
      </w:r>
    </w:p>
    <w:p w:rsidR="00631AC6" w:rsidRDefault="00631AC6" w:rsidP="00E87391">
      <w:pPr>
        <w:autoSpaceDE w:val="0"/>
        <w:autoSpaceDN w:val="0"/>
        <w:adjustRightInd w:val="0"/>
        <w:spacing w:after="0" w:line="240" w:lineRule="auto"/>
        <w:ind w:left="1701" w:right="283" w:hanging="1701"/>
        <w:jc w:val="both"/>
        <w:rPr>
          <w:rFonts w:ascii="Times New Roman" w:hAnsi="Times New Roman"/>
          <w:kern w:val="18"/>
          <w:lang w:eastAsia="it-IT"/>
        </w:rPr>
      </w:pPr>
      <w:r w:rsidRPr="00F52E58">
        <w:rPr>
          <w:rFonts w:ascii="Times New Roman" w:hAnsi="Times New Roman"/>
          <w:kern w:val="18"/>
          <w:lang w:eastAsia="it-IT"/>
        </w:rPr>
        <w:t xml:space="preserve">VISTA           </w:t>
      </w:r>
      <w:r>
        <w:rPr>
          <w:rFonts w:ascii="Times New Roman" w:hAnsi="Times New Roman"/>
          <w:kern w:val="18"/>
          <w:lang w:eastAsia="it-IT"/>
        </w:rPr>
        <w:t xml:space="preserve">    </w:t>
      </w:r>
      <w:r w:rsidRPr="00F52E58">
        <w:rPr>
          <w:rFonts w:ascii="Times New Roman" w:hAnsi="Times New Roman"/>
          <w:kern w:val="18"/>
          <w:lang w:eastAsia="it-IT"/>
        </w:rPr>
        <w:t xml:space="preserve">la richiesta del Prof.re Fabrizio Sarghini, che ai fini dell’attività di ricerca nell’ambito del Progetto “PONRICE-H2020-2017”, ha espresso la necessità di acquistare </w:t>
      </w:r>
      <w:r>
        <w:rPr>
          <w:rFonts w:ascii="Times New Roman" w:hAnsi="Times New Roman"/>
          <w:kern w:val="18"/>
          <w:lang w:eastAsia="it-IT"/>
        </w:rPr>
        <w:t>una stampante 3D PRUSA I3 MK2 in versione prototipale con ugelli di stampa modificati per filamenti in carbonio rinforzato</w:t>
      </w:r>
      <w:r w:rsidRPr="00F52E58">
        <w:rPr>
          <w:rFonts w:ascii="Times New Roman" w:hAnsi="Times New Roman"/>
        </w:rPr>
        <w:t xml:space="preserve"> dalla ditta </w:t>
      </w:r>
      <w:r>
        <w:rPr>
          <w:rFonts w:ascii="Times New Roman" w:hAnsi="Times New Roman"/>
        </w:rPr>
        <w:t xml:space="preserve">Prusa Research s.r.o della Czech Republic </w:t>
      </w:r>
      <w:r w:rsidRPr="00F52E58">
        <w:rPr>
          <w:rFonts w:ascii="Times New Roman" w:hAnsi="Times New Roman"/>
          <w:kern w:val="18"/>
          <w:lang w:eastAsia="it-IT"/>
        </w:rPr>
        <w:t xml:space="preserve">per un importo pari a </w:t>
      </w:r>
      <w:r>
        <w:rPr>
          <w:rFonts w:ascii="Times New Roman" w:hAnsi="Times New Roman"/>
          <w:kern w:val="18"/>
          <w:lang w:eastAsia="it-IT"/>
        </w:rPr>
        <w:t>1.247</w:t>
      </w:r>
      <w:r w:rsidRPr="00F52E58">
        <w:rPr>
          <w:rFonts w:ascii="Times New Roman" w:hAnsi="Times New Roman"/>
        </w:rPr>
        <w:t xml:space="preserve">,00 €, </w:t>
      </w:r>
      <w:r>
        <w:rPr>
          <w:rFonts w:ascii="Times New Roman" w:hAnsi="Times New Roman"/>
        </w:rPr>
        <w:t>compresa</w:t>
      </w:r>
      <w:r w:rsidRPr="005E64DC">
        <w:rPr>
          <w:rFonts w:ascii="Times New Roman" w:hAnsi="Times New Roman"/>
          <w:kern w:val="18"/>
          <w:lang w:eastAsia="it-IT"/>
        </w:rPr>
        <w:t xml:space="preserve"> Iva del 22%, in quanto si tratta di affidamento a fornitore che presenta l’offerta al minor prezzo;</w:t>
      </w:r>
    </w:p>
    <w:p w:rsidR="00631AC6" w:rsidRPr="0083414B" w:rsidRDefault="00631AC6" w:rsidP="00E36269">
      <w:pPr>
        <w:autoSpaceDE w:val="0"/>
        <w:autoSpaceDN w:val="0"/>
        <w:adjustRightInd w:val="0"/>
        <w:ind w:left="1418" w:hanging="1418"/>
        <w:rPr>
          <w:rFonts w:ascii="Times New Roman" w:hAnsi="Times New Roman"/>
          <w:sz w:val="24"/>
          <w:szCs w:val="24"/>
        </w:rPr>
      </w:pPr>
      <w:r w:rsidRPr="0083414B">
        <w:rPr>
          <w:rFonts w:ascii="Times New Roman" w:hAnsi="Times New Roman"/>
          <w:sz w:val="24"/>
          <w:szCs w:val="24"/>
        </w:rPr>
        <w:t>RAVVISATA</w:t>
      </w:r>
      <w:r>
        <w:rPr>
          <w:rFonts w:ascii="Times New Roman" w:hAnsi="Times New Roman"/>
          <w:sz w:val="24"/>
          <w:szCs w:val="24"/>
        </w:rPr>
        <w:t xml:space="preserve">     </w:t>
      </w:r>
      <w:r w:rsidRPr="0083414B">
        <w:rPr>
          <w:rFonts w:ascii="Times New Roman" w:hAnsi="Times New Roman"/>
          <w:sz w:val="24"/>
          <w:szCs w:val="24"/>
        </w:rPr>
        <w:t>la necessità di attivare le procedure per la fornitura del servizio richiesto;</w:t>
      </w:r>
    </w:p>
    <w:p w:rsidR="00631AC6" w:rsidRPr="00EC4C71" w:rsidRDefault="00631AC6" w:rsidP="00206A02">
      <w:pPr>
        <w:pStyle w:val="BodyText"/>
        <w:spacing w:before="2" w:line="345" w:lineRule="auto"/>
        <w:ind w:right="283" w:firstLine="14"/>
        <w:jc w:val="center"/>
        <w:rPr>
          <w:rFonts w:ascii="Times New Roman" w:hAnsi="Times New Roman"/>
          <w:b/>
          <w:color w:val="28312F"/>
        </w:rPr>
      </w:pPr>
      <w:r w:rsidRPr="00EC4C71">
        <w:rPr>
          <w:rFonts w:ascii="Times New Roman" w:hAnsi="Times New Roman"/>
          <w:b/>
          <w:color w:val="28312F"/>
        </w:rPr>
        <w:t>DETERMINA</w:t>
      </w:r>
    </w:p>
    <w:p w:rsidR="00631AC6" w:rsidRDefault="00631AC6" w:rsidP="0093735B">
      <w:pPr>
        <w:pStyle w:val="BodyText"/>
        <w:numPr>
          <w:ilvl w:val="0"/>
          <w:numId w:val="21"/>
        </w:numPr>
        <w:spacing w:before="2" w:line="240" w:lineRule="auto"/>
        <w:ind w:left="1134" w:right="-1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 xml:space="preserve">di procedere mediante affidamento diretto </w:t>
      </w:r>
      <w:r>
        <w:rPr>
          <w:rFonts w:ascii="Times New Roman" w:hAnsi="Times New Roman"/>
          <w:kern w:val="18"/>
          <w:lang w:eastAsia="it-IT"/>
        </w:rPr>
        <w:t xml:space="preserve">fuori </w:t>
      </w:r>
      <w:r w:rsidRPr="00EC4C71">
        <w:rPr>
          <w:rFonts w:ascii="Times New Roman" w:hAnsi="Times New Roman"/>
          <w:kern w:val="18"/>
          <w:lang w:eastAsia="it-IT"/>
        </w:rPr>
        <w:t>MePA</w:t>
      </w:r>
      <w:r w:rsidRPr="002B1247">
        <w:rPr>
          <w:rFonts w:ascii="Times New Roman" w:hAnsi="Times New Roman"/>
          <w:kern w:val="18"/>
          <w:sz w:val="24"/>
          <w:szCs w:val="24"/>
          <w:lang w:eastAsia="it-IT"/>
        </w:rPr>
        <w:t xml:space="preserve">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all’</w:t>
      </w:r>
      <w:r w:rsidRPr="00731F2D">
        <w:rPr>
          <w:rFonts w:ascii="Times New Roman" w:hAnsi="Times New Roman"/>
          <w:kern w:val="18"/>
          <w:sz w:val="24"/>
          <w:szCs w:val="24"/>
          <w:lang w:eastAsia="it-IT"/>
        </w:rPr>
        <w:t xml:space="preserve">operatore economico individuato, </w:t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 xml:space="preserve">ai </w:t>
      </w:r>
      <w:r w:rsidRPr="006E007E">
        <w:rPr>
          <w:rFonts w:ascii="Times New Roman" w:hAnsi="Times New Roman"/>
          <w:kern w:val="18"/>
          <w:sz w:val="24"/>
          <w:szCs w:val="24"/>
          <w:lang w:eastAsia="it-IT"/>
        </w:rPr>
        <w:t>sensi dell'art.95, comma 4, del</w:t>
      </w:r>
      <w:r w:rsidRPr="00597589">
        <w:rPr>
          <w:rFonts w:ascii="Times New Roman" w:hAnsi="Times New Roman"/>
          <w:kern w:val="18"/>
          <w:sz w:val="24"/>
          <w:szCs w:val="24"/>
          <w:lang w:eastAsia="it-IT"/>
        </w:rPr>
        <w:t xml:space="preserve"> </w:t>
      </w:r>
      <w:r>
        <w:rPr>
          <w:rFonts w:ascii="Times New Roman" w:hAnsi="Times New Roman"/>
          <w:kern w:val="18"/>
          <w:sz w:val="24"/>
          <w:szCs w:val="24"/>
          <w:lang w:eastAsia="it-IT"/>
        </w:rPr>
        <w:t>D.Lgs. n. 50/2016</w:t>
      </w:r>
      <w:r w:rsidRPr="00EC4C71">
        <w:rPr>
          <w:rFonts w:ascii="Times New Roman" w:hAnsi="Times New Roman"/>
          <w:kern w:val="18"/>
          <w:lang w:eastAsia="it-IT"/>
        </w:rPr>
        <w:t>, per la fornitura dei prodotti richiesti;</w:t>
      </w:r>
    </w:p>
    <w:p w:rsidR="00631AC6" w:rsidRPr="00E87391" w:rsidRDefault="00631AC6" w:rsidP="0093735B">
      <w:pPr>
        <w:pStyle w:val="BodyText"/>
        <w:numPr>
          <w:ilvl w:val="0"/>
          <w:numId w:val="21"/>
        </w:numPr>
        <w:spacing w:before="2" w:line="240" w:lineRule="auto"/>
        <w:ind w:left="1134" w:right="-1"/>
        <w:jc w:val="both"/>
        <w:rPr>
          <w:rFonts w:ascii="Times New Roman" w:hAnsi="Times New Roman"/>
          <w:kern w:val="18"/>
          <w:lang w:eastAsia="it-IT"/>
        </w:rPr>
      </w:pPr>
      <w:r w:rsidRPr="00E87391">
        <w:rPr>
          <w:rFonts w:ascii="Times New Roman" w:hAnsi="Times New Roman"/>
          <w:sz w:val="24"/>
          <w:szCs w:val="24"/>
        </w:rPr>
        <w:t>la scelta del contrante “</w:t>
      </w:r>
      <w:r>
        <w:rPr>
          <w:rFonts w:ascii="Times New Roman" w:hAnsi="Times New Roman"/>
          <w:sz w:val="24"/>
          <w:szCs w:val="24"/>
        </w:rPr>
        <w:t>Prusa Research s.r.o.</w:t>
      </w:r>
      <w:r w:rsidRPr="00E87391">
        <w:rPr>
          <w:rFonts w:ascii="Times New Roman" w:hAnsi="Times New Roman"/>
          <w:sz w:val="24"/>
          <w:szCs w:val="24"/>
        </w:rPr>
        <w:t>” è motivata nella richiesta inviata dall’ing. Sarghini</w:t>
      </w:r>
      <w:r>
        <w:rPr>
          <w:rFonts w:ascii="Times New Roman" w:hAnsi="Times New Roman"/>
          <w:sz w:val="24"/>
          <w:szCs w:val="24"/>
        </w:rPr>
        <w:t>;</w:t>
      </w:r>
    </w:p>
    <w:p w:rsidR="00631AC6" w:rsidRPr="00EC4C71" w:rsidRDefault="00631AC6" w:rsidP="0093735B">
      <w:pPr>
        <w:pStyle w:val="BodyText"/>
        <w:numPr>
          <w:ilvl w:val="0"/>
          <w:numId w:val="21"/>
        </w:numPr>
        <w:spacing w:before="2" w:line="240" w:lineRule="auto"/>
        <w:ind w:left="1134" w:right="-1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 xml:space="preserve">di </w:t>
      </w:r>
      <w:r w:rsidRPr="005E64DC">
        <w:rPr>
          <w:rFonts w:ascii="Times New Roman" w:hAnsi="Times New Roman"/>
          <w:kern w:val="18"/>
          <w:lang w:eastAsia="it-IT"/>
        </w:rPr>
        <w:t xml:space="preserve">autorizzare a procedere all’affidamento della fornitura facendo gravare la spesa pari a </w:t>
      </w:r>
      <w:r w:rsidRPr="005E64DC">
        <w:rPr>
          <w:rFonts w:ascii="Times New Roman" w:hAnsi="Times New Roman"/>
        </w:rPr>
        <w:t>1.247,00</w:t>
      </w:r>
      <w:r>
        <w:rPr>
          <w:rFonts w:ascii="Times New Roman" w:hAnsi="Times New Roman"/>
        </w:rPr>
        <w:t xml:space="preserve"> €,</w:t>
      </w:r>
      <w:r w:rsidRPr="00EC4C71">
        <w:rPr>
          <w:rFonts w:ascii="Times New Roman" w:hAnsi="Times New Roman"/>
        </w:rPr>
        <w:t xml:space="preserve"> </w:t>
      </w:r>
      <w:r w:rsidRPr="00EC4C71">
        <w:rPr>
          <w:rFonts w:ascii="Times New Roman" w:hAnsi="Times New Roman"/>
          <w:kern w:val="18"/>
          <w:lang w:eastAsia="it-IT"/>
        </w:rPr>
        <w:t>compresa Iva del 22%, sul Progetto “PONRICE-H2020-2017”</w:t>
      </w:r>
      <w:r>
        <w:rPr>
          <w:rFonts w:ascii="Times New Roman" w:hAnsi="Times New Roman"/>
          <w:kern w:val="18"/>
          <w:lang w:eastAsia="it-IT"/>
        </w:rPr>
        <w:t>;</w:t>
      </w:r>
    </w:p>
    <w:p w:rsidR="00631AC6" w:rsidRPr="00E87391" w:rsidRDefault="00631AC6" w:rsidP="0093735B">
      <w:pPr>
        <w:pStyle w:val="BodyText"/>
        <w:numPr>
          <w:ilvl w:val="0"/>
          <w:numId w:val="21"/>
        </w:numPr>
        <w:spacing w:before="2" w:line="240" w:lineRule="auto"/>
        <w:ind w:left="1134" w:right="-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E87391">
        <w:rPr>
          <w:rFonts w:ascii="Times New Roman" w:hAnsi="Times New Roman"/>
          <w:kern w:val="18"/>
          <w:sz w:val="24"/>
          <w:szCs w:val="24"/>
          <w:lang w:eastAsia="it-IT"/>
        </w:rPr>
        <w:t>di pubblicare il seguente provvedimento nella sezione “Amministrazione Trasparente” ai sensi dell’art.29 del D.Lgs. n. 50/2016;</w:t>
      </w:r>
    </w:p>
    <w:p w:rsidR="00631AC6" w:rsidRPr="00E87391" w:rsidRDefault="00631AC6" w:rsidP="0093735B">
      <w:pPr>
        <w:pStyle w:val="BodyText"/>
        <w:numPr>
          <w:ilvl w:val="0"/>
          <w:numId w:val="21"/>
        </w:numPr>
        <w:spacing w:before="2" w:line="240" w:lineRule="auto"/>
        <w:ind w:left="1134" w:right="-1"/>
        <w:jc w:val="both"/>
        <w:rPr>
          <w:rFonts w:ascii="Times New Roman" w:hAnsi="Times New Roman"/>
          <w:kern w:val="18"/>
          <w:sz w:val="24"/>
          <w:szCs w:val="24"/>
          <w:lang w:eastAsia="it-IT"/>
        </w:rPr>
      </w:pPr>
      <w:r w:rsidRPr="00E87391">
        <w:rPr>
          <w:rFonts w:ascii="Times New Roman" w:hAnsi="Times New Roman"/>
          <w:sz w:val="24"/>
          <w:szCs w:val="24"/>
        </w:rPr>
        <w:t>di nominare l’ing. Sarghini responsabile delle attività del progetto scientifico, quale referente per la regolare esecuzione della fornitura;</w:t>
      </w:r>
    </w:p>
    <w:p w:rsidR="00631AC6" w:rsidRPr="00EC4C71" w:rsidRDefault="00631AC6" w:rsidP="0093735B">
      <w:pPr>
        <w:pStyle w:val="ListParagraph"/>
        <w:numPr>
          <w:ilvl w:val="0"/>
          <w:numId w:val="21"/>
        </w:numPr>
        <w:spacing w:before="6" w:line="240" w:lineRule="auto"/>
        <w:ind w:left="1134" w:right="-1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di nominare, ai sensi dell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 xml:space="preserve">art. 31 comma I, del D.Lgs. n. 50/2016, quale </w:t>
      </w:r>
      <w:r w:rsidRPr="00EC4C71">
        <w:rPr>
          <w:rFonts w:ascii="Times New Roman" w:hAnsi="Times New Roman"/>
          <w:i/>
          <w:kern w:val="18"/>
          <w:lang w:eastAsia="it-IT"/>
        </w:rPr>
        <w:t xml:space="preserve">Responsabile Unico del Procedimento </w:t>
      </w:r>
      <w:r w:rsidRPr="00EC4C71">
        <w:rPr>
          <w:rFonts w:ascii="Times New Roman" w:hAnsi="Times New Roman"/>
          <w:kern w:val="18"/>
          <w:lang w:eastAsia="it-IT"/>
        </w:rPr>
        <w:t>(RUP) la Dott.ssa Anna Maria Intravaja.</w:t>
      </w:r>
    </w:p>
    <w:p w:rsidR="00631AC6" w:rsidRPr="00EC4C71" w:rsidRDefault="00631AC6" w:rsidP="0017520F">
      <w:pPr>
        <w:spacing w:before="6" w:line="240" w:lineRule="auto"/>
        <w:ind w:left="374" w:right="283"/>
        <w:jc w:val="both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>Il presente decreto emesso d</w:t>
      </w:r>
      <w:r>
        <w:rPr>
          <w:rFonts w:ascii="Times New Roman" w:hAnsi="Times New Roman"/>
          <w:kern w:val="18"/>
          <w:lang w:eastAsia="it-IT"/>
        </w:rPr>
        <w:t>’</w:t>
      </w:r>
      <w:r w:rsidRPr="00EC4C71">
        <w:rPr>
          <w:rFonts w:ascii="Times New Roman" w:hAnsi="Times New Roman"/>
          <w:kern w:val="18"/>
          <w:lang w:eastAsia="it-IT"/>
        </w:rPr>
        <w:t>urgenza sarà sottoposto a ratifica del Consiglio/Giunta del Centro nella prima adunanza utile.</w:t>
      </w:r>
    </w:p>
    <w:p w:rsidR="00631AC6" w:rsidRPr="00EC4C71" w:rsidRDefault="00631AC6" w:rsidP="00206A02">
      <w:pPr>
        <w:pStyle w:val="ListParagraph"/>
        <w:spacing w:before="6" w:line="240" w:lineRule="auto"/>
        <w:ind w:left="734" w:right="283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  <w:t>Il Direttore del C.I.R.AM</w:t>
      </w:r>
    </w:p>
    <w:p w:rsidR="00631AC6" w:rsidRPr="00EC4C71" w:rsidRDefault="00631AC6" w:rsidP="00206A02">
      <w:pPr>
        <w:pStyle w:val="ListParagraph"/>
        <w:spacing w:before="6" w:line="240" w:lineRule="auto"/>
        <w:ind w:left="734" w:right="283"/>
        <w:rPr>
          <w:rFonts w:ascii="Times New Roman" w:hAnsi="Times New Roman"/>
          <w:kern w:val="18"/>
          <w:lang w:eastAsia="it-IT"/>
        </w:rPr>
      </w:pP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</w:r>
      <w:r w:rsidRPr="00EC4C71">
        <w:rPr>
          <w:rFonts w:ascii="Times New Roman" w:hAnsi="Times New Roman"/>
          <w:kern w:val="18"/>
          <w:lang w:eastAsia="it-IT"/>
        </w:rPr>
        <w:tab/>
        <w:t>Prof. Ing. Nunzio Romano</w:t>
      </w:r>
    </w:p>
    <w:sectPr w:rsidR="00631AC6" w:rsidRPr="00EC4C71" w:rsidSect="00CB5B8D">
      <w:headerReference w:type="default" r:id="rId7"/>
      <w:footerReference w:type="default" r:id="rId8"/>
      <w:pgSz w:w="11906" w:h="16838"/>
      <w:pgMar w:top="1418" w:right="991" w:bottom="1134" w:left="851" w:header="709" w:footer="107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31AC6" w:rsidRDefault="00631AC6" w:rsidP="00E403A0">
      <w:pPr>
        <w:spacing w:after="0" w:line="240" w:lineRule="auto"/>
      </w:pPr>
      <w:r>
        <w:separator/>
      </w:r>
    </w:p>
  </w:endnote>
  <w:endnote w:type="continuationSeparator" w:id="0">
    <w:p w:rsidR="00631AC6" w:rsidRDefault="00631AC6" w:rsidP="00E403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AC6" w:rsidRDefault="00631AC6">
    <w:pPr>
      <w:pStyle w:val="Foot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2" o:spid="_x0000_s2050" type="#_x0000_t75" style="position:absolute;margin-left:28.5pt;margin-top:775.5pt;width:547.5pt;height:39pt;z-index:-251657216;visibility:visible;mso-position-horizontal-relative:page;mso-position-vertical-relative:page">
          <v:imagedata r:id="rId1" o:title=""/>
          <w10:wrap anchorx="page" anchory="page"/>
        </v:shape>
      </w:pict>
    </w:r>
    <w:r>
      <w:rPr>
        <w:noProof/>
        <w:lang w:eastAsia="it-IT"/>
      </w:rPr>
      <w:pict>
        <v:shape id="Immagine 43" o:spid="_x0000_s2051" type="#_x0000_t75" style="position:absolute;margin-left:15.9pt;margin-top:780.8pt;width:566.65pt;height:29.55pt;z-index:251658240;visibility:visible">
          <v:imagedata r:id="rId2" o:title=""/>
        </v:shape>
      </w:pict>
    </w:r>
    <w:r>
      <w:rPr>
        <w:noProof/>
        <w:lang w:eastAsia="it-IT"/>
      </w:rPr>
      <w:pict>
        <v:shape id="Immagine 44" o:spid="_x0000_s2052" type="#_x0000_t75" style="position:absolute;margin-left:15.9pt;margin-top:780.8pt;width:566.65pt;height:29.55pt;z-index:251657216;visibility:visible">
          <v:imagedata r:id="rId2" o:title="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31AC6" w:rsidRDefault="00631AC6" w:rsidP="00E403A0">
      <w:pPr>
        <w:spacing w:after="0" w:line="240" w:lineRule="auto"/>
      </w:pPr>
      <w:r>
        <w:separator/>
      </w:r>
    </w:p>
  </w:footnote>
  <w:footnote w:type="continuationSeparator" w:id="0">
    <w:p w:rsidR="00631AC6" w:rsidRDefault="00631AC6" w:rsidP="00E403A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1AC6" w:rsidRDefault="00631AC6">
    <w:pPr>
      <w:pStyle w:val="Head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41" o:spid="_x0000_s2049" type="#_x0000_t75" style="position:absolute;margin-left:-110.7pt;margin-top:-56.6pt;width:632.25pt;height:136.25pt;z-index:251656192;visibility:visible;mso-position-horizontal-relative:margin;mso-position-vertical-relative:margin">
          <v:imagedata r:id="rId1" o:title="" cropbottom="-4561f" cropleft="-6303f"/>
          <w10:wrap type="square" anchorx="margin" anchory="margin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1B4"/>
    <w:multiLevelType w:val="hybridMultilevel"/>
    <w:tmpl w:val="B970980A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">
    <w:nsid w:val="077673D1"/>
    <w:multiLevelType w:val="hybridMultilevel"/>
    <w:tmpl w:val="DAE0653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B847528"/>
    <w:multiLevelType w:val="hybridMultilevel"/>
    <w:tmpl w:val="A2088E7A"/>
    <w:lvl w:ilvl="0" w:tplc="30B0221A">
      <w:start w:val="1"/>
      <w:numFmt w:val="bullet"/>
      <w:lvlText w:val="-"/>
      <w:lvlJc w:val="left"/>
      <w:pPr>
        <w:ind w:left="734" w:hanging="360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3">
    <w:nsid w:val="0EF03E57"/>
    <w:multiLevelType w:val="hybridMultilevel"/>
    <w:tmpl w:val="C3B23C0A"/>
    <w:lvl w:ilvl="0" w:tplc="CC1A81CE">
      <w:start w:val="1"/>
      <w:numFmt w:val="decimal"/>
      <w:lvlText w:val="%1)"/>
      <w:lvlJc w:val="left"/>
      <w:pPr>
        <w:ind w:left="155" w:hanging="64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30B0221A">
      <w:start w:val="1"/>
      <w:numFmt w:val="bullet"/>
      <w:lvlText w:val="-"/>
      <w:lvlJc w:val="left"/>
      <w:pPr>
        <w:ind w:left="2352" w:hanging="245"/>
      </w:pPr>
      <w:rPr>
        <w:rFonts w:ascii="Times New Roman" w:eastAsia="Times New Roman" w:hAnsi="Times New Roman" w:hint="default"/>
        <w:color w:val="28312F"/>
        <w:w w:val="127"/>
        <w:sz w:val="22"/>
      </w:rPr>
    </w:lvl>
    <w:lvl w:ilvl="2" w:tplc="81FC27CC">
      <w:start w:val="1"/>
      <w:numFmt w:val="bullet"/>
      <w:lvlText w:val="•"/>
      <w:lvlJc w:val="left"/>
      <w:pPr>
        <w:ind w:left="2448" w:hanging="260"/>
      </w:pPr>
      <w:rPr>
        <w:rFonts w:ascii="Times New Roman" w:eastAsia="Times New Roman" w:hAnsi="Times New Roman" w:hint="default"/>
        <w:color w:val="262F2B"/>
        <w:w w:val="126"/>
        <w:sz w:val="23"/>
      </w:rPr>
    </w:lvl>
    <w:lvl w:ilvl="3" w:tplc="49BAE7A2">
      <w:start w:val="1"/>
      <w:numFmt w:val="bullet"/>
      <w:lvlText w:val="•"/>
      <w:lvlJc w:val="left"/>
      <w:pPr>
        <w:ind w:left="2448" w:hanging="260"/>
      </w:pPr>
      <w:rPr>
        <w:rFonts w:hint="default"/>
      </w:rPr>
    </w:lvl>
    <w:lvl w:ilvl="4" w:tplc="BB24D3F2">
      <w:start w:val="1"/>
      <w:numFmt w:val="bullet"/>
      <w:lvlText w:val="•"/>
      <w:lvlJc w:val="left"/>
      <w:pPr>
        <w:ind w:left="3299" w:hanging="260"/>
      </w:pPr>
      <w:rPr>
        <w:rFonts w:hint="default"/>
      </w:rPr>
    </w:lvl>
    <w:lvl w:ilvl="5" w:tplc="7B9A5732">
      <w:start w:val="1"/>
      <w:numFmt w:val="bullet"/>
      <w:lvlText w:val="•"/>
      <w:lvlJc w:val="left"/>
      <w:pPr>
        <w:ind w:left="4150" w:hanging="260"/>
      </w:pPr>
      <w:rPr>
        <w:rFonts w:hint="default"/>
      </w:rPr>
    </w:lvl>
    <w:lvl w:ilvl="6" w:tplc="854AD1FE">
      <w:start w:val="1"/>
      <w:numFmt w:val="bullet"/>
      <w:lvlText w:val="•"/>
      <w:lvlJc w:val="left"/>
      <w:pPr>
        <w:ind w:left="5001" w:hanging="260"/>
      </w:pPr>
      <w:rPr>
        <w:rFonts w:hint="default"/>
      </w:rPr>
    </w:lvl>
    <w:lvl w:ilvl="7" w:tplc="84B6B010">
      <w:start w:val="1"/>
      <w:numFmt w:val="bullet"/>
      <w:lvlText w:val="•"/>
      <w:lvlJc w:val="left"/>
      <w:pPr>
        <w:ind w:left="5853" w:hanging="260"/>
      </w:pPr>
      <w:rPr>
        <w:rFonts w:hint="default"/>
      </w:rPr>
    </w:lvl>
    <w:lvl w:ilvl="8" w:tplc="FC40A638">
      <w:start w:val="1"/>
      <w:numFmt w:val="bullet"/>
      <w:lvlText w:val="•"/>
      <w:lvlJc w:val="left"/>
      <w:pPr>
        <w:ind w:left="6704" w:hanging="260"/>
      </w:pPr>
      <w:rPr>
        <w:rFonts w:hint="default"/>
      </w:rPr>
    </w:lvl>
  </w:abstractNum>
  <w:abstractNum w:abstractNumId="4">
    <w:nsid w:val="0F030DFF"/>
    <w:multiLevelType w:val="hybridMultilevel"/>
    <w:tmpl w:val="1E108EB6"/>
    <w:lvl w:ilvl="0" w:tplc="EB48DF26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47805B9"/>
    <w:multiLevelType w:val="hybridMultilevel"/>
    <w:tmpl w:val="8C484DF4"/>
    <w:lvl w:ilvl="0" w:tplc="0410000B">
      <w:start w:val="1"/>
      <w:numFmt w:val="bullet"/>
      <w:lvlText w:val=""/>
      <w:lvlJc w:val="left"/>
      <w:pPr>
        <w:ind w:left="2247" w:hanging="209"/>
      </w:pPr>
      <w:rPr>
        <w:rFonts w:ascii="Wingdings" w:hAnsi="Wingdings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6">
    <w:nsid w:val="1F541472"/>
    <w:multiLevelType w:val="hybridMultilevel"/>
    <w:tmpl w:val="38DA837E"/>
    <w:lvl w:ilvl="0" w:tplc="0410000B">
      <w:start w:val="1"/>
      <w:numFmt w:val="bullet"/>
      <w:lvlText w:val=""/>
      <w:lvlJc w:val="left"/>
      <w:pPr>
        <w:ind w:left="109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7">
    <w:nsid w:val="25C24C74"/>
    <w:multiLevelType w:val="hybridMultilevel"/>
    <w:tmpl w:val="912227E8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8">
    <w:nsid w:val="29D33909"/>
    <w:multiLevelType w:val="hybridMultilevel"/>
    <w:tmpl w:val="A2C631A6"/>
    <w:lvl w:ilvl="0" w:tplc="CC1A81CE">
      <w:start w:val="1"/>
      <w:numFmt w:val="decimal"/>
      <w:lvlText w:val="%1)"/>
      <w:lvlJc w:val="left"/>
      <w:pPr>
        <w:ind w:left="734" w:hanging="360"/>
      </w:pPr>
      <w:rPr>
        <w:rFonts w:ascii="Times New Roman" w:eastAsia="Times New Roman" w:hAnsi="Times New Roman" w:cs="Times New Roman" w:hint="default"/>
        <w:color w:val="28312F"/>
        <w:w w:val="95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ind w:left="1454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4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4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4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4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4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4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4" w:hanging="180"/>
      </w:pPr>
      <w:rPr>
        <w:rFonts w:cs="Times New Roman"/>
      </w:rPr>
    </w:lvl>
  </w:abstractNum>
  <w:abstractNum w:abstractNumId="9">
    <w:nsid w:val="2C5617D6"/>
    <w:multiLevelType w:val="hybridMultilevel"/>
    <w:tmpl w:val="BFEC3162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0">
    <w:nsid w:val="2CD81D67"/>
    <w:multiLevelType w:val="hybridMultilevel"/>
    <w:tmpl w:val="70363B44"/>
    <w:lvl w:ilvl="0" w:tplc="0410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>
    <w:nsid w:val="2FF058FA"/>
    <w:multiLevelType w:val="hybridMultilevel"/>
    <w:tmpl w:val="8DFEC6B2"/>
    <w:lvl w:ilvl="0" w:tplc="0410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12">
    <w:nsid w:val="370E57CA"/>
    <w:multiLevelType w:val="hybridMultilevel"/>
    <w:tmpl w:val="68F61DAC"/>
    <w:lvl w:ilvl="0" w:tplc="0410000B">
      <w:start w:val="1"/>
      <w:numFmt w:val="bullet"/>
      <w:lvlText w:val=""/>
      <w:lvlJc w:val="left"/>
      <w:pPr>
        <w:ind w:left="217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89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61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3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5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77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9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21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934" w:hanging="360"/>
      </w:pPr>
      <w:rPr>
        <w:rFonts w:ascii="Wingdings" w:hAnsi="Wingdings" w:hint="default"/>
      </w:rPr>
    </w:lvl>
  </w:abstractNum>
  <w:abstractNum w:abstractNumId="13">
    <w:nsid w:val="3C7D37B7"/>
    <w:multiLevelType w:val="hybridMultilevel"/>
    <w:tmpl w:val="77BA95DC"/>
    <w:lvl w:ilvl="0" w:tplc="EB48DF26">
      <w:start w:val="4"/>
      <w:numFmt w:val="bullet"/>
      <w:lvlText w:val="-"/>
      <w:lvlJc w:val="left"/>
      <w:pPr>
        <w:ind w:left="1094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81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53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5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7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69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1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3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854" w:hanging="360"/>
      </w:pPr>
      <w:rPr>
        <w:rFonts w:ascii="Wingdings" w:hAnsi="Wingdings" w:hint="default"/>
      </w:rPr>
    </w:lvl>
  </w:abstractNum>
  <w:abstractNum w:abstractNumId="14">
    <w:nsid w:val="4489761B"/>
    <w:multiLevelType w:val="hybridMultilevel"/>
    <w:tmpl w:val="5D88ABC2"/>
    <w:lvl w:ilvl="0" w:tplc="0410000B">
      <w:start w:val="1"/>
      <w:numFmt w:val="bullet"/>
      <w:lvlText w:val=""/>
      <w:lvlJc w:val="left"/>
      <w:pPr>
        <w:ind w:left="145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7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89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1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3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05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7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9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7214" w:hanging="360"/>
      </w:pPr>
      <w:rPr>
        <w:rFonts w:ascii="Wingdings" w:hAnsi="Wingdings" w:hint="default"/>
      </w:rPr>
    </w:lvl>
  </w:abstractNum>
  <w:abstractNum w:abstractNumId="15">
    <w:nsid w:val="48285ADF"/>
    <w:multiLevelType w:val="hybridMultilevel"/>
    <w:tmpl w:val="D4FEAA46"/>
    <w:lvl w:ilvl="0" w:tplc="0410000B">
      <w:start w:val="1"/>
      <w:numFmt w:val="bullet"/>
      <w:lvlText w:val=""/>
      <w:lvlJc w:val="left"/>
      <w:pPr>
        <w:ind w:left="73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6">
    <w:nsid w:val="598F7A34"/>
    <w:multiLevelType w:val="hybridMultilevel"/>
    <w:tmpl w:val="E7E86040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7">
    <w:nsid w:val="5A9A198C"/>
    <w:multiLevelType w:val="hybridMultilevel"/>
    <w:tmpl w:val="6900AD5A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18">
    <w:nsid w:val="5CCF3C3B"/>
    <w:multiLevelType w:val="hybridMultilevel"/>
    <w:tmpl w:val="ABA42EAE"/>
    <w:lvl w:ilvl="0" w:tplc="0410000B">
      <w:start w:val="1"/>
      <w:numFmt w:val="bullet"/>
      <w:lvlText w:val=""/>
      <w:lvlJc w:val="left"/>
      <w:pPr>
        <w:ind w:left="235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3076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379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51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236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595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67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396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8116" w:hanging="360"/>
      </w:pPr>
      <w:rPr>
        <w:rFonts w:ascii="Wingdings" w:hAnsi="Wingdings" w:hint="default"/>
      </w:rPr>
    </w:lvl>
  </w:abstractNum>
  <w:abstractNum w:abstractNumId="19">
    <w:nsid w:val="5EAE13EE"/>
    <w:multiLevelType w:val="hybridMultilevel"/>
    <w:tmpl w:val="1C487E8E"/>
    <w:lvl w:ilvl="0" w:tplc="456A7E56">
      <w:start w:val="1"/>
      <w:numFmt w:val="decimal"/>
      <w:lvlText w:val="%1)"/>
      <w:lvlJc w:val="left"/>
      <w:pPr>
        <w:ind w:left="2055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2775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3495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4215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4935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5655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6375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7095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7815" w:hanging="180"/>
      </w:pPr>
      <w:rPr>
        <w:rFonts w:cs="Times New Roman"/>
      </w:rPr>
    </w:lvl>
  </w:abstractNum>
  <w:abstractNum w:abstractNumId="20">
    <w:nsid w:val="66B87D9D"/>
    <w:multiLevelType w:val="hybridMultilevel"/>
    <w:tmpl w:val="6EF8A09C"/>
    <w:lvl w:ilvl="0" w:tplc="224C473A">
      <w:start w:val="1"/>
      <w:numFmt w:val="bullet"/>
      <w:lvlText w:val="•"/>
      <w:lvlJc w:val="left"/>
      <w:pPr>
        <w:ind w:left="2247" w:hanging="209"/>
      </w:pPr>
      <w:rPr>
        <w:rFonts w:ascii="Times New Roman" w:eastAsia="Times New Roman" w:hAnsi="Times New Roman" w:hint="default"/>
        <w:color w:val="343F3B"/>
        <w:w w:val="124"/>
        <w:sz w:val="21"/>
      </w:rPr>
    </w:lvl>
    <w:lvl w:ilvl="1" w:tplc="D76AB10A">
      <w:start w:val="1"/>
      <w:numFmt w:val="bullet"/>
      <w:lvlText w:val="•"/>
      <w:lvlJc w:val="left"/>
      <w:pPr>
        <w:ind w:left="3114" w:hanging="209"/>
      </w:pPr>
      <w:rPr>
        <w:rFonts w:hint="default"/>
      </w:rPr>
    </w:lvl>
    <w:lvl w:ilvl="2" w:tplc="6A0832B4">
      <w:start w:val="1"/>
      <w:numFmt w:val="bullet"/>
      <w:lvlText w:val="•"/>
      <w:lvlJc w:val="left"/>
      <w:pPr>
        <w:ind w:left="3982" w:hanging="209"/>
      </w:pPr>
      <w:rPr>
        <w:rFonts w:hint="default"/>
      </w:rPr>
    </w:lvl>
    <w:lvl w:ilvl="3" w:tplc="9DC2B0F0">
      <w:start w:val="1"/>
      <w:numFmt w:val="bullet"/>
      <w:lvlText w:val="•"/>
      <w:lvlJc w:val="left"/>
      <w:pPr>
        <w:ind w:left="4849" w:hanging="209"/>
      </w:pPr>
      <w:rPr>
        <w:rFonts w:hint="default"/>
      </w:rPr>
    </w:lvl>
    <w:lvl w:ilvl="4" w:tplc="8E1AFA84">
      <w:start w:val="1"/>
      <w:numFmt w:val="bullet"/>
      <w:lvlText w:val="•"/>
      <w:lvlJc w:val="left"/>
      <w:pPr>
        <w:ind w:left="5716" w:hanging="209"/>
      </w:pPr>
      <w:rPr>
        <w:rFonts w:hint="default"/>
      </w:rPr>
    </w:lvl>
    <w:lvl w:ilvl="5" w:tplc="245C63B2">
      <w:start w:val="1"/>
      <w:numFmt w:val="bullet"/>
      <w:lvlText w:val="•"/>
      <w:lvlJc w:val="left"/>
      <w:pPr>
        <w:ind w:left="6583" w:hanging="209"/>
      </w:pPr>
      <w:rPr>
        <w:rFonts w:hint="default"/>
      </w:rPr>
    </w:lvl>
    <w:lvl w:ilvl="6" w:tplc="1A86F5B4">
      <w:start w:val="1"/>
      <w:numFmt w:val="bullet"/>
      <w:lvlText w:val="•"/>
      <w:lvlJc w:val="left"/>
      <w:pPr>
        <w:ind w:left="7451" w:hanging="209"/>
      </w:pPr>
      <w:rPr>
        <w:rFonts w:hint="default"/>
      </w:rPr>
    </w:lvl>
    <w:lvl w:ilvl="7" w:tplc="C4B60A7E">
      <w:start w:val="1"/>
      <w:numFmt w:val="bullet"/>
      <w:lvlText w:val="•"/>
      <w:lvlJc w:val="left"/>
      <w:pPr>
        <w:ind w:left="8318" w:hanging="209"/>
      </w:pPr>
      <w:rPr>
        <w:rFonts w:hint="default"/>
      </w:rPr>
    </w:lvl>
    <w:lvl w:ilvl="8" w:tplc="C36CB11A">
      <w:start w:val="1"/>
      <w:numFmt w:val="bullet"/>
      <w:lvlText w:val="•"/>
      <w:lvlJc w:val="left"/>
      <w:pPr>
        <w:ind w:left="9185" w:hanging="209"/>
      </w:pPr>
      <w:rPr>
        <w:rFonts w:hint="default"/>
      </w:rPr>
    </w:lvl>
  </w:abstractNum>
  <w:abstractNum w:abstractNumId="21">
    <w:nsid w:val="673769A6"/>
    <w:multiLevelType w:val="hybridMultilevel"/>
    <w:tmpl w:val="A764571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abstractNum w:abstractNumId="22">
    <w:nsid w:val="75CC60A7"/>
    <w:multiLevelType w:val="hybridMultilevel"/>
    <w:tmpl w:val="649887F2"/>
    <w:lvl w:ilvl="0" w:tplc="04100001">
      <w:start w:val="1"/>
      <w:numFmt w:val="bullet"/>
      <w:lvlText w:val=""/>
      <w:lvlJc w:val="left"/>
      <w:pPr>
        <w:ind w:left="734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54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7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9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14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3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5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74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9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19"/>
  </w:num>
  <w:num w:numId="5">
    <w:abstractNumId w:val="21"/>
  </w:num>
  <w:num w:numId="6">
    <w:abstractNumId w:val="22"/>
  </w:num>
  <w:num w:numId="7">
    <w:abstractNumId w:val="17"/>
  </w:num>
  <w:num w:numId="8">
    <w:abstractNumId w:val="13"/>
  </w:num>
  <w:num w:numId="9">
    <w:abstractNumId w:val="10"/>
  </w:num>
  <w:num w:numId="10">
    <w:abstractNumId w:val="4"/>
  </w:num>
  <w:num w:numId="11">
    <w:abstractNumId w:val="1"/>
  </w:num>
  <w:num w:numId="12">
    <w:abstractNumId w:val="16"/>
  </w:num>
  <w:num w:numId="13">
    <w:abstractNumId w:val="20"/>
  </w:num>
  <w:num w:numId="14">
    <w:abstractNumId w:val="15"/>
  </w:num>
  <w:num w:numId="15">
    <w:abstractNumId w:val="5"/>
  </w:num>
  <w:num w:numId="16">
    <w:abstractNumId w:val="14"/>
  </w:num>
  <w:num w:numId="17">
    <w:abstractNumId w:val="0"/>
  </w:num>
  <w:num w:numId="18">
    <w:abstractNumId w:val="9"/>
  </w:num>
  <w:num w:numId="19">
    <w:abstractNumId w:val="6"/>
  </w:num>
  <w:num w:numId="20">
    <w:abstractNumId w:val="7"/>
  </w:num>
  <w:num w:numId="21">
    <w:abstractNumId w:val="12"/>
  </w:num>
  <w:num w:numId="22">
    <w:abstractNumId w:val="11"/>
  </w:num>
  <w:num w:numId="23">
    <w:abstractNumId w:val="1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9"/>
  <w:hyphenationZone w:val="283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F015C"/>
    <w:rsid w:val="00050E6D"/>
    <w:rsid w:val="00054F6D"/>
    <w:rsid w:val="0006451E"/>
    <w:rsid w:val="00070AA1"/>
    <w:rsid w:val="00083591"/>
    <w:rsid w:val="00086172"/>
    <w:rsid w:val="0009203E"/>
    <w:rsid w:val="000B3B18"/>
    <w:rsid w:val="000D04D1"/>
    <w:rsid w:val="000E3FA3"/>
    <w:rsid w:val="000F007E"/>
    <w:rsid w:val="000F19CA"/>
    <w:rsid w:val="0010311A"/>
    <w:rsid w:val="00105928"/>
    <w:rsid w:val="00114D67"/>
    <w:rsid w:val="00115632"/>
    <w:rsid w:val="00115AB6"/>
    <w:rsid w:val="001509E0"/>
    <w:rsid w:val="00173A63"/>
    <w:rsid w:val="0017520F"/>
    <w:rsid w:val="00181DB2"/>
    <w:rsid w:val="00190B21"/>
    <w:rsid w:val="001B09F8"/>
    <w:rsid w:val="001B5517"/>
    <w:rsid w:val="001C5E7E"/>
    <w:rsid w:val="001D6BDB"/>
    <w:rsid w:val="00206A02"/>
    <w:rsid w:val="00206C34"/>
    <w:rsid w:val="00206C39"/>
    <w:rsid w:val="002159D2"/>
    <w:rsid w:val="00222686"/>
    <w:rsid w:val="002657C0"/>
    <w:rsid w:val="00267677"/>
    <w:rsid w:val="00273CC8"/>
    <w:rsid w:val="002868F3"/>
    <w:rsid w:val="002B1247"/>
    <w:rsid w:val="002B173E"/>
    <w:rsid w:val="002E6807"/>
    <w:rsid w:val="002F4AF2"/>
    <w:rsid w:val="003110E6"/>
    <w:rsid w:val="0032039B"/>
    <w:rsid w:val="00322310"/>
    <w:rsid w:val="003230F2"/>
    <w:rsid w:val="003428CB"/>
    <w:rsid w:val="003572E7"/>
    <w:rsid w:val="00371C67"/>
    <w:rsid w:val="003821AA"/>
    <w:rsid w:val="0038334E"/>
    <w:rsid w:val="003A50EF"/>
    <w:rsid w:val="003E48E2"/>
    <w:rsid w:val="00402343"/>
    <w:rsid w:val="00421F2A"/>
    <w:rsid w:val="0044065B"/>
    <w:rsid w:val="00466C09"/>
    <w:rsid w:val="00471625"/>
    <w:rsid w:val="00496370"/>
    <w:rsid w:val="004A44B6"/>
    <w:rsid w:val="004B11CF"/>
    <w:rsid w:val="004B645E"/>
    <w:rsid w:val="004F132A"/>
    <w:rsid w:val="00506205"/>
    <w:rsid w:val="00525DA1"/>
    <w:rsid w:val="00532CA0"/>
    <w:rsid w:val="005565B0"/>
    <w:rsid w:val="00567839"/>
    <w:rsid w:val="005956C8"/>
    <w:rsid w:val="00597589"/>
    <w:rsid w:val="005B0E8F"/>
    <w:rsid w:val="005B3E0E"/>
    <w:rsid w:val="005B6719"/>
    <w:rsid w:val="005C3C9D"/>
    <w:rsid w:val="005D17C7"/>
    <w:rsid w:val="005D5A8A"/>
    <w:rsid w:val="005E64DC"/>
    <w:rsid w:val="005F015C"/>
    <w:rsid w:val="006029AC"/>
    <w:rsid w:val="0061574D"/>
    <w:rsid w:val="00622F01"/>
    <w:rsid w:val="00631AC6"/>
    <w:rsid w:val="00645983"/>
    <w:rsid w:val="00650873"/>
    <w:rsid w:val="00651A5A"/>
    <w:rsid w:val="006651F8"/>
    <w:rsid w:val="0069316F"/>
    <w:rsid w:val="006A5F69"/>
    <w:rsid w:val="006C1628"/>
    <w:rsid w:val="006D6872"/>
    <w:rsid w:val="006E007E"/>
    <w:rsid w:val="007019BB"/>
    <w:rsid w:val="007233F9"/>
    <w:rsid w:val="007245B9"/>
    <w:rsid w:val="0072780E"/>
    <w:rsid w:val="00731F2D"/>
    <w:rsid w:val="0073584C"/>
    <w:rsid w:val="0073772B"/>
    <w:rsid w:val="0074139F"/>
    <w:rsid w:val="007641B8"/>
    <w:rsid w:val="007852C5"/>
    <w:rsid w:val="007C3615"/>
    <w:rsid w:val="007D5E6D"/>
    <w:rsid w:val="007E315A"/>
    <w:rsid w:val="007E5522"/>
    <w:rsid w:val="007F3E74"/>
    <w:rsid w:val="0080753A"/>
    <w:rsid w:val="00814DCD"/>
    <w:rsid w:val="0081754F"/>
    <w:rsid w:val="0083414B"/>
    <w:rsid w:val="00856F77"/>
    <w:rsid w:val="0086423A"/>
    <w:rsid w:val="00866389"/>
    <w:rsid w:val="00874FE1"/>
    <w:rsid w:val="0088155B"/>
    <w:rsid w:val="00881C72"/>
    <w:rsid w:val="00893F09"/>
    <w:rsid w:val="008B483C"/>
    <w:rsid w:val="008B6063"/>
    <w:rsid w:val="008C6F15"/>
    <w:rsid w:val="008D2CEA"/>
    <w:rsid w:val="009048EA"/>
    <w:rsid w:val="0090733F"/>
    <w:rsid w:val="00934720"/>
    <w:rsid w:val="0093735B"/>
    <w:rsid w:val="009428A7"/>
    <w:rsid w:val="00962E6F"/>
    <w:rsid w:val="00966F08"/>
    <w:rsid w:val="00970BEC"/>
    <w:rsid w:val="0097427E"/>
    <w:rsid w:val="00980A95"/>
    <w:rsid w:val="009C1E67"/>
    <w:rsid w:val="009F4423"/>
    <w:rsid w:val="00A0773E"/>
    <w:rsid w:val="00A07E16"/>
    <w:rsid w:val="00A101BD"/>
    <w:rsid w:val="00A240F3"/>
    <w:rsid w:val="00A47206"/>
    <w:rsid w:val="00A725CC"/>
    <w:rsid w:val="00A84942"/>
    <w:rsid w:val="00A8622A"/>
    <w:rsid w:val="00AB294B"/>
    <w:rsid w:val="00AB4C01"/>
    <w:rsid w:val="00AD0360"/>
    <w:rsid w:val="00AD1BFD"/>
    <w:rsid w:val="00AE2076"/>
    <w:rsid w:val="00AF31C0"/>
    <w:rsid w:val="00B05A6D"/>
    <w:rsid w:val="00B23469"/>
    <w:rsid w:val="00B35433"/>
    <w:rsid w:val="00B54F0E"/>
    <w:rsid w:val="00B61DC6"/>
    <w:rsid w:val="00B91129"/>
    <w:rsid w:val="00BC6D33"/>
    <w:rsid w:val="00BC6F5A"/>
    <w:rsid w:val="00BE2476"/>
    <w:rsid w:val="00C01438"/>
    <w:rsid w:val="00C165DD"/>
    <w:rsid w:val="00C45A24"/>
    <w:rsid w:val="00C55FC8"/>
    <w:rsid w:val="00C653CA"/>
    <w:rsid w:val="00C77307"/>
    <w:rsid w:val="00CA79D0"/>
    <w:rsid w:val="00CB5B8D"/>
    <w:rsid w:val="00CC29CB"/>
    <w:rsid w:val="00CD4206"/>
    <w:rsid w:val="00CE0D0F"/>
    <w:rsid w:val="00CE69F1"/>
    <w:rsid w:val="00CF36F3"/>
    <w:rsid w:val="00D27C4D"/>
    <w:rsid w:val="00D552A4"/>
    <w:rsid w:val="00D917FE"/>
    <w:rsid w:val="00DE34A4"/>
    <w:rsid w:val="00E077B9"/>
    <w:rsid w:val="00E3574F"/>
    <w:rsid w:val="00E36269"/>
    <w:rsid w:val="00E403A0"/>
    <w:rsid w:val="00E460F7"/>
    <w:rsid w:val="00E83237"/>
    <w:rsid w:val="00E87391"/>
    <w:rsid w:val="00EA6C8F"/>
    <w:rsid w:val="00EC4C71"/>
    <w:rsid w:val="00EC7E8A"/>
    <w:rsid w:val="00ED2123"/>
    <w:rsid w:val="00F077FF"/>
    <w:rsid w:val="00F10BA5"/>
    <w:rsid w:val="00F14B56"/>
    <w:rsid w:val="00F52E58"/>
    <w:rsid w:val="00F73499"/>
    <w:rsid w:val="00F935B5"/>
    <w:rsid w:val="00FB6D25"/>
    <w:rsid w:val="00FC0AC1"/>
    <w:rsid w:val="00FC1D98"/>
    <w:rsid w:val="00FD422A"/>
    <w:rsid w:val="00FF2C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CA0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B11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4B11CF"/>
    <w:rPr>
      <w:rFonts w:cs="Times New Roman"/>
    </w:rPr>
  </w:style>
  <w:style w:type="paragraph" w:styleId="ListParagraph">
    <w:name w:val="List Paragraph"/>
    <w:basedOn w:val="Normal"/>
    <w:uiPriority w:val="99"/>
    <w:qFormat/>
    <w:rsid w:val="00E403A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E403A0"/>
    <w:rPr>
      <w:rFonts w:cs="Times New Roman"/>
    </w:rPr>
  </w:style>
  <w:style w:type="paragraph" w:styleId="Footer">
    <w:name w:val="footer"/>
    <w:basedOn w:val="Normal"/>
    <w:link w:val="FooterChar"/>
    <w:uiPriority w:val="99"/>
    <w:rsid w:val="00E403A0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E403A0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2226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222686"/>
    <w:rPr>
      <w:rFonts w:ascii="Tahoma" w:hAnsi="Tahoma" w:cs="Tahoma"/>
      <w:sz w:val="16"/>
      <w:szCs w:val="16"/>
    </w:rPr>
  </w:style>
  <w:style w:type="character" w:styleId="Strong">
    <w:name w:val="Strong"/>
    <w:basedOn w:val="DefaultParagraphFont"/>
    <w:uiPriority w:val="99"/>
    <w:qFormat/>
    <w:locked/>
    <w:rsid w:val="005E64DC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112</TotalTime>
  <Pages>1</Pages>
  <Words>400</Words>
  <Characters>2284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Anna Maria</cp:lastModifiedBy>
  <cp:revision>16</cp:revision>
  <cp:lastPrinted>2018-06-19T10:20:00Z</cp:lastPrinted>
  <dcterms:created xsi:type="dcterms:W3CDTF">2018-05-04T14:04:00Z</dcterms:created>
  <dcterms:modified xsi:type="dcterms:W3CDTF">2018-07-24T18:22:00Z</dcterms:modified>
</cp:coreProperties>
</file>